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3C" w:rsidRPr="00026349" w:rsidRDefault="00A0419B" w:rsidP="00B8293C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別紙</w:t>
      </w:r>
      <w:r w:rsidR="00B8293C" w:rsidRPr="00026349">
        <w:rPr>
          <w:rFonts w:ascii="ＭＳ 明朝" w:hint="eastAsia"/>
          <w:sz w:val="24"/>
          <w:szCs w:val="24"/>
        </w:rPr>
        <w:t>様式</w:t>
      </w:r>
      <w:r w:rsidR="00B8293C">
        <w:rPr>
          <w:rFonts w:ascii="ＭＳ 明朝" w:hint="eastAsia"/>
          <w:sz w:val="24"/>
          <w:szCs w:val="24"/>
        </w:rPr>
        <w:t>３</w:t>
      </w:r>
    </w:p>
    <w:p w:rsidR="00B8293C" w:rsidRPr="00026349" w:rsidRDefault="00B8293C" w:rsidP="00B8293C">
      <w:pPr>
        <w:jc w:val="center"/>
        <w:rPr>
          <w:rFonts w:ascii="ＭＳ 明朝"/>
          <w:sz w:val="32"/>
          <w:szCs w:val="32"/>
        </w:rPr>
      </w:pPr>
      <w:r w:rsidRPr="00026349">
        <w:rPr>
          <w:rFonts w:ascii="ＭＳ 明朝" w:hint="eastAsia"/>
          <w:sz w:val="32"/>
          <w:szCs w:val="32"/>
        </w:rPr>
        <w:t>現場代理人の兼務確認申請書</w:t>
      </w:r>
    </w:p>
    <w:p w:rsidR="00B8293C" w:rsidRPr="00026349" w:rsidRDefault="00B8293C" w:rsidP="00B8293C">
      <w:pPr>
        <w:jc w:val="right"/>
        <w:rPr>
          <w:rFonts w:ascii="ＭＳ 明朝"/>
          <w:sz w:val="24"/>
          <w:szCs w:val="24"/>
        </w:rPr>
      </w:pPr>
      <w:bookmarkStart w:id="0" w:name="_GoBack"/>
      <w:bookmarkEnd w:id="0"/>
      <w:r>
        <w:rPr>
          <w:rFonts w:ascii="ＭＳ 明朝" w:hint="eastAsia"/>
          <w:sz w:val="24"/>
          <w:szCs w:val="24"/>
        </w:rPr>
        <w:t xml:space="preserve">　　年　　月　　日</w:t>
      </w:r>
    </w:p>
    <w:p w:rsidR="00B8293C" w:rsidRPr="00026349" w:rsidRDefault="00012972" w:rsidP="00B8293C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（宛先）七尾市長</w:t>
      </w:r>
    </w:p>
    <w:p w:rsidR="00B8293C" w:rsidRPr="00026349" w:rsidRDefault="00B8293C" w:rsidP="00B8293C">
      <w:pPr>
        <w:ind w:leftChars="2067" w:left="4166" w:firstLineChars="200" w:firstLine="463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>所　在　地</w:t>
      </w:r>
    </w:p>
    <w:p w:rsidR="00B8293C" w:rsidRPr="00026349" w:rsidRDefault="00B8293C" w:rsidP="00B8293C">
      <w:pPr>
        <w:ind w:leftChars="2067" w:left="4166" w:firstLineChars="200" w:firstLine="463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 xml:space="preserve">商号又は名称　　　　　　　　　　　</w:t>
      </w:r>
      <w:r w:rsidRPr="00026349">
        <w:rPr>
          <w:rFonts w:ascii="ＭＳ 明朝"/>
          <w:sz w:val="24"/>
          <w:szCs w:val="24"/>
        </w:rPr>
        <w:fldChar w:fldCharType="begin"/>
      </w:r>
      <w:r w:rsidRPr="00026349">
        <w:rPr>
          <w:rFonts w:ascii="ＭＳ 明朝"/>
          <w:sz w:val="24"/>
          <w:szCs w:val="24"/>
        </w:rPr>
        <w:instrText xml:space="preserve"> </w:instrText>
      </w:r>
      <w:r w:rsidRPr="00026349">
        <w:rPr>
          <w:rFonts w:ascii="ＭＳ 明朝" w:hint="eastAsia"/>
          <w:sz w:val="24"/>
          <w:szCs w:val="24"/>
        </w:rPr>
        <w:instrText>eq \o\ac(○,</w:instrText>
      </w:r>
      <w:r w:rsidRPr="00026349">
        <w:rPr>
          <w:rFonts w:ascii="ＭＳ 明朝" w:hint="eastAsia"/>
          <w:position w:val="2"/>
          <w:sz w:val="16"/>
          <w:szCs w:val="24"/>
        </w:rPr>
        <w:instrText>印</w:instrText>
      </w:r>
      <w:r w:rsidRPr="00026349">
        <w:rPr>
          <w:rFonts w:ascii="ＭＳ 明朝" w:hint="eastAsia"/>
          <w:sz w:val="24"/>
          <w:szCs w:val="24"/>
        </w:rPr>
        <w:instrText>)</w:instrText>
      </w:r>
      <w:r w:rsidRPr="00026349">
        <w:rPr>
          <w:rFonts w:ascii="ＭＳ 明朝"/>
          <w:sz w:val="24"/>
          <w:szCs w:val="24"/>
        </w:rPr>
        <w:fldChar w:fldCharType="end"/>
      </w:r>
    </w:p>
    <w:p w:rsidR="00B8293C" w:rsidRPr="00026349" w:rsidRDefault="00B8293C" w:rsidP="00B8293C">
      <w:pPr>
        <w:ind w:leftChars="2067" w:left="4166" w:firstLineChars="200" w:firstLine="463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>代　表　者</w:t>
      </w:r>
    </w:p>
    <w:p w:rsidR="00B8293C" w:rsidRPr="00026349" w:rsidRDefault="00B8293C" w:rsidP="00B8293C">
      <w:pPr>
        <w:rPr>
          <w:rFonts w:ascii="ＭＳ 明朝"/>
          <w:sz w:val="24"/>
          <w:szCs w:val="24"/>
        </w:rPr>
      </w:pPr>
    </w:p>
    <w:p w:rsidR="00B8293C" w:rsidRPr="00026349" w:rsidRDefault="006C6689" w:rsidP="00B8293C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七尾市</w:t>
      </w:r>
      <w:r w:rsidR="00B8293C">
        <w:rPr>
          <w:rFonts w:ascii="ＭＳ 明朝" w:hint="eastAsia"/>
          <w:sz w:val="24"/>
          <w:szCs w:val="24"/>
        </w:rPr>
        <w:t>が発注</w:t>
      </w:r>
      <w:r w:rsidR="00B8293C" w:rsidRPr="00026349">
        <w:rPr>
          <w:rFonts w:ascii="ＭＳ 明朝" w:hint="eastAsia"/>
          <w:sz w:val="24"/>
          <w:szCs w:val="24"/>
        </w:rPr>
        <w:t>した工事について、他の工事に</w:t>
      </w:r>
      <w:r w:rsidR="00B8293C">
        <w:rPr>
          <w:rFonts w:ascii="ＭＳ 明朝" w:hint="eastAsia"/>
          <w:sz w:val="24"/>
          <w:szCs w:val="24"/>
        </w:rPr>
        <w:t>係る業務に</w:t>
      </w:r>
      <w:r w:rsidR="00B8293C" w:rsidRPr="00026349">
        <w:rPr>
          <w:rFonts w:ascii="ＭＳ 明朝" w:hint="eastAsia"/>
          <w:sz w:val="24"/>
          <w:szCs w:val="24"/>
        </w:rPr>
        <w:t>従事</w:t>
      </w:r>
      <w:r w:rsidR="00B8293C">
        <w:rPr>
          <w:rFonts w:ascii="ＭＳ 明朝" w:hint="eastAsia"/>
          <w:sz w:val="24"/>
          <w:szCs w:val="24"/>
        </w:rPr>
        <w:t>する（予定を含む。）者</w:t>
      </w:r>
      <w:r w:rsidR="00B8293C" w:rsidRPr="00026349">
        <w:rPr>
          <w:rFonts w:ascii="ＭＳ 明朝" w:hint="eastAsia"/>
          <w:sz w:val="24"/>
          <w:szCs w:val="24"/>
        </w:rPr>
        <w:t>を配置したいため、下記のとおり申請します。</w:t>
      </w:r>
    </w:p>
    <w:p w:rsidR="00B8293C" w:rsidRPr="00026349" w:rsidRDefault="00B8293C" w:rsidP="00EE38F7">
      <w:pPr>
        <w:jc w:val="center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>記</w:t>
      </w:r>
    </w:p>
    <w:tbl>
      <w:tblPr>
        <w:tblW w:w="963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2062"/>
        <w:gridCol w:w="6270"/>
      </w:tblGrid>
      <w:tr w:rsidR="00B8293C" w:rsidRPr="00026349" w:rsidTr="00012972">
        <w:trPr>
          <w:trHeight w:val="225"/>
        </w:trPr>
        <w:tc>
          <w:tcPr>
            <w:tcW w:w="3360" w:type="dxa"/>
            <w:gridSpan w:val="2"/>
            <w:vMerge w:val="restart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現場代理人氏名</w:t>
            </w:r>
          </w:p>
        </w:tc>
        <w:tc>
          <w:tcPr>
            <w:tcW w:w="6270" w:type="dxa"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0"/>
                <w:szCs w:val="20"/>
              </w:rPr>
            </w:pPr>
            <w:r w:rsidRPr="00026349">
              <w:rPr>
                <w:rFonts w:ascii="ＭＳ 明朝" w:hint="eastAsia"/>
                <w:sz w:val="20"/>
                <w:szCs w:val="20"/>
              </w:rPr>
              <w:t>（フリガナ）</w:t>
            </w:r>
          </w:p>
        </w:tc>
      </w:tr>
      <w:tr w:rsidR="00B8293C" w:rsidRPr="00026349" w:rsidTr="00EE38F7">
        <w:trPr>
          <w:trHeight w:val="570"/>
        </w:trPr>
        <w:tc>
          <w:tcPr>
            <w:tcW w:w="33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32"/>
                <w:szCs w:val="32"/>
              </w:rPr>
            </w:pPr>
          </w:p>
        </w:tc>
      </w:tr>
      <w:tr w:rsidR="00B8293C" w:rsidRPr="00026349" w:rsidTr="00421D87">
        <w:trPr>
          <w:trHeight w:val="619"/>
        </w:trPr>
        <w:tc>
          <w:tcPr>
            <w:tcW w:w="1298" w:type="dxa"/>
            <w:vMerge w:val="restart"/>
            <w:shd w:val="clear" w:color="auto" w:fill="auto"/>
          </w:tcPr>
          <w:p w:rsidR="00B8293C" w:rsidRPr="00421D87" w:rsidRDefault="00B8293C" w:rsidP="00012972">
            <w:pPr>
              <w:rPr>
                <w:rFonts w:ascii="ＭＳ 明朝"/>
                <w:sz w:val="24"/>
                <w:szCs w:val="24"/>
              </w:rPr>
            </w:pPr>
            <w:r w:rsidRPr="00421D87">
              <w:rPr>
                <w:rFonts w:ascii="ＭＳ 明朝" w:hint="eastAsia"/>
                <w:sz w:val="24"/>
                <w:szCs w:val="24"/>
              </w:rPr>
              <w:t>対象工事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 事 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70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工事場所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310"/>
        </w:trPr>
        <w:tc>
          <w:tcPr>
            <w:tcW w:w="1298" w:type="dxa"/>
            <w:vMerge w:val="restart"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他工事従事状況</w:t>
            </w:r>
          </w:p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１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395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工事場所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right"/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270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発注機関名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191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請負契約金額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210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工期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39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2349DB" w:rsidRPr="002349DB" w:rsidRDefault="00EE38F7" w:rsidP="002349DB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従事役職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DC5A7F" w:rsidRDefault="00EE38F7" w:rsidP="00EE38F7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EE38F7" w:rsidRPr="00026349" w:rsidTr="00421D87">
        <w:trPr>
          <w:trHeight w:val="501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工事概要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6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対象工事までの移動時間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310"/>
        </w:trPr>
        <w:tc>
          <w:tcPr>
            <w:tcW w:w="1298" w:type="dxa"/>
            <w:vMerge w:val="restart"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他工事従事状況</w:t>
            </w:r>
          </w:p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２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39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工事場所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right"/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270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発注機関名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191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請負契約金額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19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工期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5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2349DB" w:rsidRDefault="00EE38F7" w:rsidP="002349DB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従事役職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EE38F7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01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工事概要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6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対象工事</w:t>
            </w:r>
            <w:r>
              <w:rPr>
                <w:rFonts w:ascii="ＭＳ 明朝" w:hint="eastAsia"/>
                <w:sz w:val="24"/>
                <w:szCs w:val="24"/>
              </w:rPr>
              <w:t>まで</w:t>
            </w:r>
            <w:r w:rsidRPr="00026349">
              <w:rPr>
                <w:rFonts w:ascii="ＭＳ 明朝" w:hint="eastAsia"/>
                <w:sz w:val="24"/>
                <w:szCs w:val="24"/>
              </w:rPr>
              <w:t>の</w:t>
            </w:r>
            <w:r>
              <w:rPr>
                <w:rFonts w:ascii="ＭＳ 明朝" w:hint="eastAsia"/>
                <w:sz w:val="24"/>
                <w:szCs w:val="24"/>
              </w:rPr>
              <w:t>移動時間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:rsidR="00420E6A" w:rsidRDefault="00420E6A" w:rsidP="00B8293C">
      <w:r>
        <w:rPr>
          <w:rFonts w:hint="eastAsia"/>
        </w:rPr>
        <w:t xml:space="preserve">　※七尾市記入</w:t>
      </w:r>
      <w:r w:rsidR="00421D87">
        <w:rPr>
          <w:rFonts w:hint="eastAsia"/>
        </w:rPr>
        <w:t xml:space="preserve">　・契約担当課確認　・兼務工事担当課確認</w:t>
      </w:r>
    </w:p>
    <w:p w:rsidR="00421D87" w:rsidRDefault="00421D87" w:rsidP="00B8293C"/>
    <w:p w:rsidR="00420E6A" w:rsidRPr="00421D87" w:rsidRDefault="00420E6A" w:rsidP="00B8293C"/>
    <w:p w:rsidR="00B8293C" w:rsidRPr="00026349" w:rsidRDefault="00B8293C" w:rsidP="00B8293C">
      <w:r w:rsidRPr="00026349">
        <w:rPr>
          <w:rFonts w:hint="eastAsia"/>
        </w:rPr>
        <w:t>（添付書類）</w:t>
      </w:r>
    </w:p>
    <w:p w:rsidR="00B8293C" w:rsidRPr="00026349" w:rsidRDefault="00B8293C" w:rsidP="00B8293C">
      <w:pPr>
        <w:ind w:left="202" w:hangingChars="100" w:hanging="202"/>
      </w:pPr>
      <w:r>
        <w:rPr>
          <w:rFonts w:hint="eastAsia"/>
        </w:rPr>
        <w:t xml:space="preserve">１　</w:t>
      </w:r>
      <w:r w:rsidRPr="00026349">
        <w:rPr>
          <w:rFonts w:hint="eastAsia"/>
        </w:rPr>
        <w:t>申請にあたっては、</w:t>
      </w:r>
      <w:r>
        <w:rPr>
          <w:rFonts w:hint="eastAsia"/>
        </w:rPr>
        <w:t>当該申請書に、</w:t>
      </w:r>
      <w:r w:rsidRPr="00026349">
        <w:rPr>
          <w:rFonts w:hint="eastAsia"/>
        </w:rPr>
        <w:t>兼務させようとする工事の施工場所及び工事概要がわかる書面（位置図、工事設計書等）</w:t>
      </w:r>
      <w:r w:rsidRPr="00397414">
        <w:rPr>
          <w:rFonts w:hint="eastAsia"/>
        </w:rPr>
        <w:t>を添付すること</w:t>
      </w:r>
      <w:r>
        <w:rPr>
          <w:rFonts w:hint="eastAsia"/>
        </w:rPr>
        <w:t>。</w:t>
      </w:r>
    </w:p>
    <w:p w:rsidR="00B8293C" w:rsidRPr="00B8293C" w:rsidRDefault="00B8293C" w:rsidP="00B8293C"/>
    <w:p w:rsidR="00B8293C" w:rsidRPr="00026349" w:rsidRDefault="00B8293C" w:rsidP="00B8293C">
      <w:r w:rsidRPr="00026349">
        <w:rPr>
          <w:rFonts w:hint="eastAsia"/>
        </w:rPr>
        <w:t>（記載要領）</w:t>
      </w:r>
    </w:p>
    <w:p w:rsidR="00B8293C" w:rsidRPr="00026349" w:rsidRDefault="00B8293C" w:rsidP="00B8293C">
      <w:r>
        <w:rPr>
          <w:rFonts w:hint="eastAsia"/>
        </w:rPr>
        <w:t xml:space="preserve">１　</w:t>
      </w:r>
      <w:r w:rsidRPr="00026349">
        <w:rPr>
          <w:rFonts w:hint="eastAsia"/>
        </w:rPr>
        <w:t>「対象工事」は、今回、現場代理人を配置</w:t>
      </w:r>
      <w:r>
        <w:rPr>
          <w:rFonts w:hint="eastAsia"/>
        </w:rPr>
        <w:t>しようと</w:t>
      </w:r>
      <w:r w:rsidRPr="00026349">
        <w:rPr>
          <w:rFonts w:hint="eastAsia"/>
        </w:rPr>
        <w:t>する工事について記載すること</w:t>
      </w:r>
      <w:r>
        <w:rPr>
          <w:rFonts w:hint="eastAsia"/>
        </w:rPr>
        <w:t>。</w:t>
      </w:r>
    </w:p>
    <w:p w:rsidR="00B8293C" w:rsidRDefault="00B8293C" w:rsidP="00B8293C">
      <w:pPr>
        <w:ind w:left="302" w:hangingChars="150" w:hanging="302"/>
      </w:pPr>
      <w:r>
        <w:rPr>
          <w:rFonts w:hint="eastAsia"/>
        </w:rPr>
        <w:t xml:space="preserve">２　</w:t>
      </w:r>
      <w:r w:rsidRPr="00026349">
        <w:rPr>
          <w:rFonts w:hint="eastAsia"/>
        </w:rPr>
        <w:t>「他工事従事状況」は、</w:t>
      </w:r>
      <w:r>
        <w:rPr>
          <w:rFonts w:hint="eastAsia"/>
        </w:rPr>
        <w:t>他の工事に係る業務の従事状況（予定を含む。）</w:t>
      </w:r>
      <w:r w:rsidRPr="00026349">
        <w:rPr>
          <w:rFonts w:hint="eastAsia"/>
        </w:rPr>
        <w:t>の概要を記載すること</w:t>
      </w:r>
      <w:r>
        <w:rPr>
          <w:rFonts w:hint="eastAsia"/>
        </w:rPr>
        <w:t>。</w:t>
      </w:r>
    </w:p>
    <w:p w:rsidR="00B8293C" w:rsidRPr="00B326ED" w:rsidRDefault="00B8293C" w:rsidP="00B8293C">
      <w:pPr>
        <w:ind w:leftChars="149" w:left="300"/>
      </w:pPr>
      <w:r>
        <w:rPr>
          <w:rFonts w:hint="eastAsia"/>
        </w:rPr>
        <w:t>※監理技術者として従事している場合、兼務は認めない。</w:t>
      </w:r>
    </w:p>
    <w:p w:rsidR="00B8293C" w:rsidRDefault="00B8293C" w:rsidP="00B8293C">
      <w:pPr>
        <w:ind w:left="202" w:hangingChars="100" w:hanging="202"/>
      </w:pPr>
      <w:r>
        <w:rPr>
          <w:rFonts w:hint="eastAsia"/>
        </w:rPr>
        <w:t>３　「従事役職」は、</w:t>
      </w:r>
      <w:r w:rsidRPr="002641D6">
        <w:rPr>
          <w:rFonts w:hint="eastAsia"/>
        </w:rPr>
        <w:t>現場代理人</w:t>
      </w:r>
      <w:r>
        <w:rPr>
          <w:rFonts w:hint="eastAsia"/>
        </w:rPr>
        <w:t>、主任技術者のうち、該当するものを全て記載すること。</w:t>
      </w:r>
    </w:p>
    <w:p w:rsidR="00B8293C" w:rsidRDefault="00B8293C" w:rsidP="00B8293C">
      <w:pPr>
        <w:ind w:left="202" w:hangingChars="100" w:hanging="202"/>
      </w:pPr>
      <w:r>
        <w:rPr>
          <w:rFonts w:hint="eastAsia"/>
        </w:rPr>
        <w:t>４　「対象工事までの移動時間」は、対象工事の工事現場までの移動に要する時間を記載すること。</w:t>
      </w:r>
    </w:p>
    <w:p w:rsidR="00B8293C" w:rsidRDefault="00B8293C" w:rsidP="00B8293C">
      <w:pPr>
        <w:ind w:left="202" w:hangingChars="100" w:hanging="202"/>
      </w:pPr>
    </w:p>
    <w:p w:rsidR="00B8293C" w:rsidRPr="00BF57BA" w:rsidRDefault="00B8293C" w:rsidP="00B8293C">
      <w:pPr>
        <w:ind w:left="202" w:hangingChars="100" w:hanging="202"/>
      </w:pPr>
    </w:p>
    <w:p w:rsidR="00AD0991" w:rsidRPr="00B8293C" w:rsidRDefault="00AD0991"/>
    <w:sectPr w:rsidR="00AD0991" w:rsidRPr="00B8293C" w:rsidSect="00012972">
      <w:headerReference w:type="default" r:id="rId7"/>
      <w:footerReference w:type="default" r:id="rId8"/>
      <w:footerReference w:type="first" r:id="rId9"/>
      <w:pgSz w:w="11906" w:h="16838" w:code="9"/>
      <w:pgMar w:top="1134" w:right="1134" w:bottom="1134" w:left="1134" w:header="567" w:footer="992" w:gutter="0"/>
      <w:cols w:space="425"/>
      <w:titlePg/>
      <w:docGrid w:type="linesAndChars" w:linePitch="363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E6A" w:rsidRDefault="00420E6A">
      <w:r>
        <w:separator/>
      </w:r>
    </w:p>
  </w:endnote>
  <w:endnote w:type="continuationSeparator" w:id="0">
    <w:p w:rsidR="00420E6A" w:rsidRDefault="0042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6A" w:rsidRDefault="00420E6A" w:rsidP="00012972">
    <w:pPr>
      <w:pStyle w:val="a5"/>
      <w:jc w:val="center"/>
    </w:pPr>
    <w:r>
      <w:rPr>
        <w:rFonts w:hint="eastAsia"/>
      </w:rPr>
      <w:t>（裏面）</w:t>
    </w:r>
  </w:p>
  <w:p w:rsidR="00420E6A" w:rsidRDefault="00420E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6A" w:rsidRDefault="00420E6A" w:rsidP="00012972">
    <w:pPr>
      <w:pStyle w:val="a5"/>
      <w:jc w:val="center"/>
    </w:pPr>
    <w:r>
      <w:rPr>
        <w:rFonts w:hint="eastAsia"/>
      </w:rPr>
      <w:t>（表面）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E6A" w:rsidRDefault="00420E6A">
      <w:r>
        <w:separator/>
      </w:r>
    </w:p>
  </w:footnote>
  <w:footnote w:type="continuationSeparator" w:id="0">
    <w:p w:rsidR="00420E6A" w:rsidRDefault="00420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6A" w:rsidRPr="00FB796D" w:rsidRDefault="00420E6A" w:rsidP="00012972">
    <w:pPr>
      <w:pStyle w:val="a3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3C"/>
    <w:rsid w:val="00012972"/>
    <w:rsid w:val="00057E96"/>
    <w:rsid w:val="002349DB"/>
    <w:rsid w:val="00420E6A"/>
    <w:rsid w:val="00421D87"/>
    <w:rsid w:val="006C6689"/>
    <w:rsid w:val="009A3EB4"/>
    <w:rsid w:val="00A0419B"/>
    <w:rsid w:val="00AD0991"/>
    <w:rsid w:val="00B8293C"/>
    <w:rsid w:val="00E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93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93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93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41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419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93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93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93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41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41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65142B96</Template>
  <TotalTime>207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柳下　綾子</dc:creator>
  <cp:lastModifiedBy>板坂</cp:lastModifiedBy>
  <cp:revision>7</cp:revision>
  <cp:lastPrinted>2016-07-07T04:29:00Z</cp:lastPrinted>
  <dcterms:created xsi:type="dcterms:W3CDTF">2016-07-06T00:46:00Z</dcterms:created>
  <dcterms:modified xsi:type="dcterms:W3CDTF">2019-06-04T05:40:00Z</dcterms:modified>
</cp:coreProperties>
</file>